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BD" w:rsidRDefault="006D08BD">
      <w:r w:rsidRPr="006D08BD">
        <w:t>http://www.phschool.com/science/biology_place/labbench/lab6/concepts1.html</w:t>
      </w:r>
    </w:p>
    <w:p w:rsidR="006D08BD" w:rsidRDefault="006D08BD">
      <w:r>
        <w:t>Bacterial Transformation Lab – Online Supplement</w:t>
      </w:r>
    </w:p>
    <w:p w:rsidR="006D08BD" w:rsidRDefault="006D08BD">
      <w:r>
        <w:t xml:space="preserve">1. </w:t>
      </w:r>
      <w:r w:rsidRPr="006D08BD">
        <w:rPr>
          <w:b/>
        </w:rPr>
        <w:t>Document</w:t>
      </w:r>
      <w:r>
        <w:t xml:space="preserve"> all components of lab: Introduction, Materials/Methods and Typical Results.</w:t>
      </w:r>
    </w:p>
    <w:p w:rsidR="006D08BD" w:rsidRDefault="006D08BD">
      <w:r>
        <w:t xml:space="preserve">2. Answer all lab questions for the “Analysis/Conclusion” </w:t>
      </w:r>
    </w:p>
    <w:p w:rsidR="000C5F03" w:rsidRDefault="000C5F03"/>
    <w:p w:rsidR="000C5F03" w:rsidRDefault="000C5F03"/>
    <w:p w:rsidR="000C5F03" w:rsidRDefault="000C5F03">
      <w:bookmarkStart w:id="0" w:name="_GoBack"/>
      <w:bookmarkEnd w:id="0"/>
    </w:p>
    <w:p w:rsidR="00E9559D" w:rsidRDefault="00E9559D"/>
    <w:p w:rsidR="00E9559D" w:rsidRDefault="00E9559D" w:rsidP="00E9559D">
      <w:r w:rsidRPr="006D08BD">
        <w:t>http://www.phschool.com/science/biology_place/labbench/lab6/concepts1.html</w:t>
      </w:r>
    </w:p>
    <w:p w:rsidR="00E9559D" w:rsidRDefault="00E9559D" w:rsidP="00E9559D">
      <w:r>
        <w:t>Bacterial Transformation Lab – Online Supplement</w:t>
      </w:r>
    </w:p>
    <w:p w:rsidR="00E9559D" w:rsidRDefault="00E9559D" w:rsidP="00E9559D">
      <w:r>
        <w:t xml:space="preserve">1. </w:t>
      </w:r>
      <w:r w:rsidRPr="006D08BD">
        <w:rPr>
          <w:b/>
        </w:rPr>
        <w:t>Document</w:t>
      </w:r>
      <w:r>
        <w:t xml:space="preserve"> all components of lab: Introduction, Materials/Methods and Typical Results.</w:t>
      </w:r>
    </w:p>
    <w:p w:rsidR="00E9559D" w:rsidRDefault="00E9559D" w:rsidP="00E9559D">
      <w:r>
        <w:t xml:space="preserve">2. Answer all lab questions for the “Analysis/Conclusion” </w:t>
      </w:r>
    </w:p>
    <w:p w:rsidR="006D08BD" w:rsidRDefault="006D08BD"/>
    <w:p w:rsidR="00E9559D" w:rsidRDefault="00E9559D"/>
    <w:p w:rsidR="000C5F03" w:rsidRDefault="000C5F03"/>
    <w:p w:rsidR="000C5F03" w:rsidRDefault="000C5F03"/>
    <w:p w:rsidR="00E9559D" w:rsidRDefault="00E9559D" w:rsidP="00E9559D">
      <w:r w:rsidRPr="006D08BD">
        <w:t>http://www.phschool.com/science/biology_place/labbench/lab6/concepts1.html</w:t>
      </w:r>
    </w:p>
    <w:p w:rsidR="00E9559D" w:rsidRDefault="00E9559D" w:rsidP="00E9559D">
      <w:r>
        <w:t>Bacterial Transformation Lab – Online Supplement</w:t>
      </w:r>
    </w:p>
    <w:p w:rsidR="00E9559D" w:rsidRDefault="00E9559D" w:rsidP="00E9559D">
      <w:r>
        <w:t xml:space="preserve">1. </w:t>
      </w:r>
      <w:r w:rsidRPr="006D08BD">
        <w:rPr>
          <w:b/>
        </w:rPr>
        <w:t>Document</w:t>
      </w:r>
      <w:r>
        <w:t xml:space="preserve"> all components of lab: Introduction, Materials/Methods and Typical Results.</w:t>
      </w:r>
    </w:p>
    <w:p w:rsidR="00E9559D" w:rsidRDefault="00E9559D" w:rsidP="00E9559D">
      <w:r>
        <w:t xml:space="preserve">2. Answer all lab questions for the “Analysis/Conclusion” </w:t>
      </w:r>
    </w:p>
    <w:p w:rsidR="00E9559D" w:rsidRDefault="00E9559D"/>
    <w:p w:rsidR="000C5F03" w:rsidRDefault="000C5F03"/>
    <w:p w:rsidR="00E9559D" w:rsidRDefault="00E9559D"/>
    <w:p w:rsidR="000C5F03" w:rsidRDefault="000C5F03"/>
    <w:p w:rsidR="00E9559D" w:rsidRDefault="00E9559D" w:rsidP="00E9559D">
      <w:r w:rsidRPr="006D08BD">
        <w:t>http://www.phschool.com/science/biology_place/labbench/lab6/concepts1.html</w:t>
      </w:r>
    </w:p>
    <w:p w:rsidR="00E9559D" w:rsidRDefault="00E9559D" w:rsidP="00E9559D">
      <w:r>
        <w:t>Bacterial Transformation Lab – Online Supplement</w:t>
      </w:r>
    </w:p>
    <w:p w:rsidR="00E9559D" w:rsidRDefault="00E9559D" w:rsidP="00E9559D">
      <w:r>
        <w:t xml:space="preserve">1. </w:t>
      </w:r>
      <w:r w:rsidRPr="006D08BD">
        <w:rPr>
          <w:b/>
        </w:rPr>
        <w:t>Document</w:t>
      </w:r>
      <w:r>
        <w:t xml:space="preserve"> all components of lab: Introduction, Materials/Methods and Typical Results.</w:t>
      </w:r>
    </w:p>
    <w:p w:rsidR="00E9559D" w:rsidRDefault="00E9559D" w:rsidP="00E9559D">
      <w:r>
        <w:t xml:space="preserve">2. Answer all lab questions for the “Analysis/Conclusion” </w:t>
      </w:r>
    </w:p>
    <w:p w:rsidR="00E9559D" w:rsidRDefault="00E9559D"/>
    <w:sectPr w:rsidR="00E9559D" w:rsidSect="00E9559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BD"/>
    <w:rsid w:val="000C5F03"/>
    <w:rsid w:val="003A29EC"/>
    <w:rsid w:val="006D08BD"/>
    <w:rsid w:val="00E9559D"/>
    <w:rsid w:val="00FB673F"/>
    <w:rsid w:val="00FF2C22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6641E2-ADFA-4B3F-B252-2281E832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08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3278A6C8</Template>
  <TotalTime>6</TotalTime>
  <Pages>1</Pages>
  <Words>163</Words>
  <Characters>934</Characters>
  <Application>Microsoft Office Word</Application>
  <DocSecurity>0</DocSecurity>
  <Lines>7</Lines>
  <Paragraphs>2</Paragraphs>
  <ScaleCrop>false</ScaleCrop>
  <Company>Norristown Area School District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Petrov, Leanna</dc:creator>
  <cp:lastModifiedBy>Petrov, Leanne</cp:lastModifiedBy>
  <cp:revision>3</cp:revision>
  <dcterms:created xsi:type="dcterms:W3CDTF">2014-02-04T14:43:00Z</dcterms:created>
  <dcterms:modified xsi:type="dcterms:W3CDTF">2016-02-08T14:10:00Z</dcterms:modified>
</cp:coreProperties>
</file>